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195" w:rsidRDefault="00EC5F30">
      <w:pPr>
        <w:pStyle w:val="Title"/>
        <w:jc w:val="right"/>
      </w:pPr>
      <w:r>
        <w:t>Sonar</w:t>
      </w:r>
    </w:p>
    <w:p w:rsidR="00602195" w:rsidRDefault="00005C6D">
      <w:pPr>
        <w:pStyle w:val="Title"/>
        <w:jc w:val="right"/>
      </w:pPr>
      <w:fldSimple w:instr="title  \* Mergeformat ">
        <w:r w:rsidR="00CA0558">
          <w:t xml:space="preserve">Use Case Specification: </w:t>
        </w:r>
      </w:fldSimple>
      <w:r w:rsidR="00803B08">
        <w:t>Add Students to System Manually</w:t>
      </w:r>
    </w:p>
    <w:p w:rsidR="00602195" w:rsidRDefault="00602195">
      <w:pPr>
        <w:pStyle w:val="Title"/>
        <w:jc w:val="right"/>
      </w:pPr>
    </w:p>
    <w:p w:rsidR="00602195" w:rsidRDefault="00AE19B8">
      <w:pPr>
        <w:pStyle w:val="Title"/>
        <w:jc w:val="right"/>
        <w:rPr>
          <w:sz w:val="28"/>
        </w:rPr>
      </w:pPr>
      <w:r>
        <w:rPr>
          <w:sz w:val="28"/>
        </w:rPr>
        <w:t>Version &lt;1.0&gt;</w:t>
      </w:r>
    </w:p>
    <w:p w:rsidR="00602195" w:rsidRDefault="00602195"/>
    <w:p w:rsidR="00602195" w:rsidRDefault="00AE19B8" w:rsidP="00803B08">
      <w:pPr>
        <w:pStyle w:val="InfoBlue"/>
      </w:pPr>
      <w:r>
        <w:t xml:space="preserve"> </w:t>
      </w:r>
    </w:p>
    <w:p w:rsidR="00602195" w:rsidRDefault="00602195"/>
    <w:p w:rsidR="00602195" w:rsidRDefault="00602195">
      <w:pPr>
        <w:pStyle w:val="BodyText"/>
      </w:pPr>
    </w:p>
    <w:p w:rsidR="00602195" w:rsidRDefault="00602195">
      <w:pPr>
        <w:pStyle w:val="BodyText"/>
      </w:pPr>
    </w:p>
    <w:p w:rsidR="00602195" w:rsidRDefault="00602195">
      <w:pPr>
        <w:sectPr w:rsidR="00602195">
          <w:headerReference w:type="default" r:id="rId7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:rsidR="00602195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602195">
        <w:tc>
          <w:tcPr>
            <w:tcW w:w="230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602195">
        <w:tc>
          <w:tcPr>
            <w:tcW w:w="2304" w:type="dxa"/>
          </w:tcPr>
          <w:p w:rsidR="00602195" w:rsidRDefault="00EC5F30">
            <w:pPr>
              <w:pStyle w:val="Tabletext"/>
            </w:pPr>
            <w:r>
              <w:t>19/Oct/16</w:t>
            </w:r>
          </w:p>
        </w:tc>
        <w:tc>
          <w:tcPr>
            <w:tcW w:w="1152" w:type="dxa"/>
          </w:tcPr>
          <w:p w:rsidR="00602195" w:rsidRDefault="00EC5F30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:rsidR="00602195" w:rsidRDefault="00EC5F30">
            <w:pPr>
              <w:pStyle w:val="Tabletext"/>
            </w:pPr>
            <w:r>
              <w:t xml:space="preserve">Use Case: </w:t>
            </w:r>
          </w:p>
        </w:tc>
        <w:tc>
          <w:tcPr>
            <w:tcW w:w="2304" w:type="dxa"/>
          </w:tcPr>
          <w:p w:rsidR="00602195" w:rsidRDefault="00EC5F30">
            <w:pPr>
              <w:pStyle w:val="Tabletext"/>
            </w:pPr>
            <w:r>
              <w:t>Christopher Meany</w:t>
            </w: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</w:tbl>
    <w:p w:rsidR="00602195" w:rsidRDefault="00602195"/>
    <w:p w:rsidR="00602195" w:rsidRDefault="00AE19B8">
      <w:pPr>
        <w:pStyle w:val="Title"/>
      </w:pPr>
      <w:r>
        <w:br w:type="page"/>
      </w:r>
      <w:r>
        <w:lastRenderedPageBreak/>
        <w:t>Table of Contents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Add students to system manually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Required fields incomplete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Cancel form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System Requirements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Advisor has access to database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Student is manually added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297B77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803B08">
        <w:rPr>
          <w:noProof/>
          <w:sz w:val="24"/>
          <w:szCs w:val="24"/>
        </w:rPr>
        <w:t>Input is in invalid format</w:t>
      </w:r>
      <w:r>
        <w:rPr>
          <w:noProof/>
        </w:rPr>
        <w:tab/>
      </w:r>
      <w:r w:rsidR="00297B77">
        <w:rPr>
          <w:noProof/>
        </w:rPr>
        <w:t>5</w:t>
      </w:r>
      <w:bookmarkStart w:id="0" w:name="_GoBack"/>
      <w:bookmarkEnd w:id="0"/>
    </w:p>
    <w:p w:rsidR="00602195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>
          <w:t xml:space="preserve">Use Case Specification: </w:t>
        </w:r>
        <w:r w:rsidR="00803B08">
          <w:t>Add students to system manually</w:t>
        </w:r>
      </w:fldSimple>
    </w:p>
    <w:p w:rsidR="00602195" w:rsidRDefault="00602195" w:rsidP="00803B08">
      <w:pPr>
        <w:pStyle w:val="InfoBlue"/>
      </w:pPr>
    </w:p>
    <w:p w:rsidR="00602195" w:rsidRDefault="00AE19B8">
      <w:pPr>
        <w:pStyle w:val="Heading1"/>
      </w:pPr>
      <w:bookmarkStart w:id="1" w:name="_Toc494515304"/>
      <w:bookmarkStart w:id="2" w:name="_Toc423410238"/>
      <w:bookmarkStart w:id="3" w:name="_Toc425054504"/>
      <w:r>
        <w:t>Use-Case Name</w:t>
      </w:r>
      <w:bookmarkEnd w:id="1"/>
      <w:r>
        <w:t xml:space="preserve"> </w:t>
      </w:r>
    </w:p>
    <w:p w:rsidR="00602195" w:rsidRDefault="00AE19B8">
      <w:pPr>
        <w:pStyle w:val="Heading2"/>
      </w:pPr>
      <w:bookmarkStart w:id="4" w:name="_Toc494515305"/>
      <w:r>
        <w:t>Brief Description</w:t>
      </w:r>
      <w:bookmarkEnd w:id="2"/>
      <w:bookmarkEnd w:id="3"/>
      <w:bookmarkEnd w:id="4"/>
    </w:p>
    <w:p w:rsidR="00803B08" w:rsidRPr="00803B08" w:rsidRDefault="00803B08" w:rsidP="00803B08">
      <w:pPr>
        <w:ind w:left="720"/>
      </w:pPr>
      <w:r>
        <w:t>Adding a student manually allows the advisor to create a student and manually add their information</w:t>
      </w:r>
    </w:p>
    <w:p w:rsidR="00602195" w:rsidRDefault="00AE19B8">
      <w:pPr>
        <w:pStyle w:val="Heading1"/>
        <w:widowControl/>
      </w:pPr>
      <w:bookmarkStart w:id="5" w:name="_Toc423410239"/>
      <w:bookmarkStart w:id="6" w:name="_Toc425054505"/>
      <w:bookmarkStart w:id="7" w:name="_Toc494515306"/>
      <w:r>
        <w:t>Flow of Events</w:t>
      </w:r>
      <w:bookmarkEnd w:id="5"/>
      <w:bookmarkEnd w:id="6"/>
      <w:bookmarkEnd w:id="7"/>
    </w:p>
    <w:p w:rsidR="00602195" w:rsidRDefault="00AE19B8">
      <w:pPr>
        <w:pStyle w:val="Heading2"/>
        <w:widowControl/>
      </w:pPr>
      <w:bookmarkStart w:id="8" w:name="_Toc423410240"/>
      <w:bookmarkStart w:id="9" w:name="_Toc425054506"/>
      <w:bookmarkStart w:id="10" w:name="_Toc494515307"/>
      <w:r>
        <w:t>Basic Flow</w:t>
      </w:r>
      <w:bookmarkEnd w:id="8"/>
      <w:bookmarkEnd w:id="9"/>
      <w:bookmarkEnd w:id="10"/>
      <w:r>
        <w:t xml:space="preserve"> </w:t>
      </w:r>
    </w:p>
    <w:p w:rsidR="00803B08" w:rsidRPr="00803B08" w:rsidRDefault="00803B08" w:rsidP="00803B08">
      <w:pPr>
        <w:ind w:left="720"/>
      </w:pPr>
      <w:r>
        <w:t>The actor in this case is the advisor that is manually adding the student’s information through a web form and submitting it which will add them to the database. The entire form must be filled out to be accepted.</w:t>
      </w:r>
    </w:p>
    <w:p w:rsidR="00602195" w:rsidRDefault="00AE19B8">
      <w:pPr>
        <w:pStyle w:val="Heading2"/>
        <w:widowControl/>
      </w:pPr>
      <w:bookmarkStart w:id="11" w:name="_Toc423410241"/>
      <w:bookmarkStart w:id="12" w:name="_Toc425054507"/>
      <w:bookmarkStart w:id="13" w:name="_Toc494515308"/>
      <w:r>
        <w:t>Alternative Flows</w:t>
      </w:r>
      <w:bookmarkEnd w:id="11"/>
      <w:bookmarkEnd w:id="12"/>
      <w:bookmarkEnd w:id="13"/>
    </w:p>
    <w:p w:rsidR="00803B08" w:rsidRPr="00803B08" w:rsidRDefault="00803B08" w:rsidP="00803B08">
      <w:pPr>
        <w:ind w:left="720"/>
      </w:pPr>
      <w:r>
        <w:t>Alternative flows are actions that will occur if the advisor incorrectly enters the information.</w:t>
      </w:r>
    </w:p>
    <w:p w:rsidR="00602195" w:rsidRPr="00803B08" w:rsidRDefault="00803B08">
      <w:pPr>
        <w:pStyle w:val="Heading3"/>
        <w:widowControl/>
        <w:rPr>
          <w:b/>
          <w:i w:val="0"/>
        </w:rPr>
      </w:pPr>
      <w:bookmarkStart w:id="14" w:name="_Toc423410242"/>
      <w:bookmarkStart w:id="15" w:name="_Toc425054508"/>
      <w:bookmarkStart w:id="16" w:name="_Toc494515309"/>
      <w:r w:rsidRPr="00803B08">
        <w:rPr>
          <w:b/>
          <w:i w:val="0"/>
        </w:rPr>
        <w:t>Required fields are incomplete</w:t>
      </w:r>
      <w:bookmarkEnd w:id="14"/>
      <w:bookmarkEnd w:id="15"/>
      <w:bookmarkEnd w:id="16"/>
    </w:p>
    <w:p w:rsidR="00602195" w:rsidRPr="00803B08" w:rsidRDefault="00803B08" w:rsidP="00803B08">
      <w:pPr>
        <w:pStyle w:val="InfoBlue"/>
      </w:pPr>
      <w:r>
        <w:t>If all of the required fields are not correctly put into the web form then they will receive an error message prompting them to complete the form.</w:t>
      </w:r>
    </w:p>
    <w:p w:rsidR="00602195" w:rsidRDefault="00803B08">
      <w:pPr>
        <w:pStyle w:val="Heading4"/>
        <w:widowControl/>
        <w:rPr>
          <w:b/>
        </w:rPr>
      </w:pPr>
      <w:r w:rsidRPr="00803B08">
        <w:rPr>
          <w:b/>
        </w:rPr>
        <w:t>Cancel Form</w:t>
      </w:r>
    </w:p>
    <w:p w:rsidR="00803B08" w:rsidRPr="00803B08" w:rsidRDefault="00803B08" w:rsidP="00803B08">
      <w:pPr>
        <w:ind w:left="720"/>
      </w:pPr>
      <w:r>
        <w:t>If the advisor decides not to submit the form to add the student manually, they can cancel the form.</w:t>
      </w:r>
    </w:p>
    <w:p w:rsidR="00602195" w:rsidRDefault="00AE19B8">
      <w:pPr>
        <w:pStyle w:val="Heading1"/>
      </w:pPr>
      <w:bookmarkStart w:id="17" w:name="_Toc423410251"/>
      <w:bookmarkStart w:id="18" w:name="_Toc425054510"/>
      <w:bookmarkStart w:id="19" w:name="_Toc494515311"/>
      <w:r>
        <w:t>Special Requirements</w:t>
      </w:r>
      <w:bookmarkEnd w:id="17"/>
      <w:bookmarkEnd w:id="18"/>
      <w:bookmarkEnd w:id="19"/>
    </w:p>
    <w:p w:rsidR="00803B08" w:rsidRPr="00803B08" w:rsidRDefault="00803B08" w:rsidP="00803B08">
      <w:pPr>
        <w:ind w:left="720"/>
      </w:pPr>
      <w:r>
        <w:t xml:space="preserve">These are the requirements that must be met before the advisor can manually update the student. </w:t>
      </w:r>
    </w:p>
    <w:p w:rsidR="00602195" w:rsidRDefault="00803B08">
      <w:pPr>
        <w:pStyle w:val="Heading2"/>
        <w:widowControl/>
      </w:pPr>
      <w:bookmarkStart w:id="20" w:name="_Toc423410252"/>
      <w:bookmarkStart w:id="21" w:name="_Toc425054511"/>
      <w:bookmarkStart w:id="22" w:name="_Toc494515312"/>
      <w:r>
        <w:t>System Requirements</w:t>
      </w:r>
      <w:bookmarkEnd w:id="20"/>
      <w:bookmarkEnd w:id="21"/>
      <w:bookmarkEnd w:id="22"/>
    </w:p>
    <w:p w:rsidR="00803B08" w:rsidRDefault="00803B08" w:rsidP="00803B08">
      <w:pPr>
        <w:pStyle w:val="ListParagraph"/>
        <w:numPr>
          <w:ilvl w:val="0"/>
          <w:numId w:val="23"/>
        </w:numPr>
      </w:pPr>
      <w:r>
        <w:t>Access to Windows Server 2012</w:t>
      </w:r>
    </w:p>
    <w:p w:rsidR="00803B08" w:rsidRDefault="00803B08" w:rsidP="00803B08">
      <w:pPr>
        <w:pStyle w:val="ListParagraph"/>
        <w:numPr>
          <w:ilvl w:val="0"/>
          <w:numId w:val="23"/>
        </w:numPr>
      </w:pPr>
      <w:r>
        <w:t>Access to SQL 2016</w:t>
      </w:r>
    </w:p>
    <w:p w:rsidR="00803B08" w:rsidRPr="00803B08" w:rsidRDefault="00803B08" w:rsidP="00803B08">
      <w:pPr>
        <w:pStyle w:val="ListParagraph"/>
        <w:numPr>
          <w:ilvl w:val="0"/>
          <w:numId w:val="23"/>
        </w:numPr>
      </w:pPr>
      <w:r>
        <w:t>Due to FERPA restrictions we must store student information and grades on the secured University of Louisville servers.</w:t>
      </w:r>
    </w:p>
    <w:p w:rsidR="00602195" w:rsidRDefault="00602195"/>
    <w:p w:rsidR="00602195" w:rsidRDefault="00AE19B8">
      <w:pPr>
        <w:pStyle w:val="Heading1"/>
        <w:widowControl/>
      </w:pPr>
      <w:bookmarkStart w:id="23" w:name="_Toc423410253"/>
      <w:bookmarkStart w:id="24" w:name="_Toc425054512"/>
      <w:bookmarkStart w:id="25" w:name="_Toc494515313"/>
      <w:r>
        <w:t>Pre-conditions</w:t>
      </w:r>
      <w:bookmarkEnd w:id="23"/>
      <w:bookmarkEnd w:id="24"/>
      <w:bookmarkEnd w:id="25"/>
    </w:p>
    <w:p w:rsidR="00602195" w:rsidRPr="00803B08" w:rsidRDefault="00803B08" w:rsidP="00803B08">
      <w:pPr>
        <w:pStyle w:val="InfoBlue"/>
      </w:pPr>
      <w:r w:rsidRPr="00803B08">
        <w:t>These are conditions that must be met to manually add the student.</w:t>
      </w:r>
    </w:p>
    <w:p w:rsidR="00602195" w:rsidRDefault="00803B08">
      <w:pPr>
        <w:pStyle w:val="Heading2"/>
        <w:widowControl/>
      </w:pPr>
      <w:r>
        <w:t>Access to the system</w:t>
      </w:r>
    </w:p>
    <w:p w:rsidR="00803B08" w:rsidRPr="00803B08" w:rsidRDefault="00803B08" w:rsidP="00803B08">
      <w:pPr>
        <w:ind w:left="720"/>
      </w:pPr>
      <w:r>
        <w:t>The advisor must have administrator rights to login and manually add the student to the system.</w:t>
      </w:r>
    </w:p>
    <w:p w:rsidR="00602195" w:rsidRDefault="00AE19B8">
      <w:pPr>
        <w:pStyle w:val="Heading1"/>
        <w:widowControl/>
      </w:pPr>
      <w:bookmarkStart w:id="26" w:name="_Toc423410255"/>
      <w:bookmarkStart w:id="27" w:name="_Toc425054514"/>
      <w:bookmarkStart w:id="28" w:name="_Toc494515315"/>
      <w:r>
        <w:t>Post-conditions</w:t>
      </w:r>
      <w:bookmarkEnd w:id="26"/>
      <w:bookmarkEnd w:id="27"/>
      <w:bookmarkEnd w:id="28"/>
    </w:p>
    <w:p w:rsidR="00803B08" w:rsidRPr="00803B08" w:rsidRDefault="00803B08" w:rsidP="00803B08">
      <w:pPr>
        <w:ind w:left="720"/>
      </w:pPr>
      <w:r>
        <w:t>This is what will happen after the form has been submitted</w:t>
      </w:r>
    </w:p>
    <w:p w:rsidR="00602195" w:rsidRDefault="00803B08">
      <w:pPr>
        <w:pStyle w:val="Heading2"/>
        <w:widowControl/>
      </w:pPr>
      <w:bookmarkStart w:id="29" w:name="_Toc423410256"/>
      <w:bookmarkStart w:id="30" w:name="_Toc425054515"/>
      <w:bookmarkStart w:id="31" w:name="_Toc494515316"/>
      <w:r>
        <w:t>Student manually added</w:t>
      </w:r>
      <w:bookmarkEnd w:id="29"/>
      <w:bookmarkEnd w:id="30"/>
      <w:bookmarkEnd w:id="31"/>
    </w:p>
    <w:p w:rsidR="00803B08" w:rsidRPr="00803B08" w:rsidRDefault="00803B08" w:rsidP="00803B08">
      <w:pPr>
        <w:ind w:left="720"/>
      </w:pPr>
      <w:r>
        <w:t>Once the form has been manually filled in, the advisor may hit the submit button and the student will have been manually added.</w:t>
      </w:r>
    </w:p>
    <w:p w:rsidR="00602195" w:rsidRDefault="00AE19B8">
      <w:pPr>
        <w:pStyle w:val="Heading1"/>
      </w:pPr>
      <w:bookmarkStart w:id="32" w:name="_Toc494515317"/>
      <w:r>
        <w:t>Extension Points</w:t>
      </w:r>
      <w:bookmarkEnd w:id="32"/>
    </w:p>
    <w:p w:rsidR="00803B08" w:rsidRPr="00803B08" w:rsidRDefault="00803B08" w:rsidP="00803B08">
      <w:pPr>
        <w:ind w:left="720"/>
      </w:pPr>
      <w:r>
        <w:t>If a field is incorrectly filled out or left blank, the advisor will receive an error message.</w:t>
      </w:r>
    </w:p>
    <w:p w:rsidR="00602195" w:rsidRDefault="00803B08">
      <w:pPr>
        <w:pStyle w:val="Heading2"/>
      </w:pPr>
      <w:bookmarkStart w:id="33" w:name="_Toc494515318"/>
      <w:r>
        <w:lastRenderedPageBreak/>
        <w:t>Invalid Input</w:t>
      </w:r>
      <w:bookmarkEnd w:id="33"/>
    </w:p>
    <w:p w:rsidR="00CA0558" w:rsidRPr="00803B08" w:rsidRDefault="00803B08" w:rsidP="00803B08">
      <w:pPr>
        <w:pStyle w:val="InfoBlue"/>
      </w:pPr>
      <w:r w:rsidRPr="00803B08">
        <w:t>Incorrect format</w:t>
      </w:r>
    </w:p>
    <w:p w:rsidR="00803B08" w:rsidRPr="00803B08" w:rsidRDefault="00803B08" w:rsidP="00803B08">
      <w:pPr>
        <w:pStyle w:val="InfoBlue"/>
      </w:pPr>
      <w:r w:rsidRPr="00803B08">
        <w:t>Invalid characters</w:t>
      </w:r>
    </w:p>
    <w:p w:rsidR="00803B08" w:rsidRPr="00803B08" w:rsidRDefault="00803B08" w:rsidP="00803B08">
      <w:pPr>
        <w:pStyle w:val="InfoBlue"/>
      </w:pPr>
      <w:r w:rsidRPr="00803B08">
        <w:t>Incomplete required fields</w:t>
      </w:r>
    </w:p>
    <w:sectPr w:rsidR="00803B08" w:rsidRPr="00803B08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58A" w:rsidRDefault="00F4258A">
      <w:pPr>
        <w:spacing w:line="240" w:lineRule="auto"/>
      </w:pPr>
      <w:r>
        <w:separator/>
      </w:r>
    </w:p>
  </w:endnote>
  <w:endnote w:type="continuationSeparator" w:id="0">
    <w:p w:rsidR="00F4258A" w:rsidRDefault="00F42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602195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fldSimple w:instr=" DOCPROPERTY &quot;Company&quot;  \* MERGEFORMAT ">
            <w:r w:rsidR="00CA0558">
              <w:t>&lt;Company Name&gt;</w:t>
            </w:r>
          </w:fldSimple>
          <w:r>
            <w:t xml:space="preserve">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 w:rsidR="00803B08"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297B77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</w:tbl>
  <w:p w:rsidR="00602195" w:rsidRDefault="00602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58A" w:rsidRDefault="00F4258A">
      <w:pPr>
        <w:spacing w:line="240" w:lineRule="auto"/>
      </w:pPr>
      <w:r>
        <w:separator/>
      </w:r>
    </w:p>
  </w:footnote>
  <w:footnote w:type="continuationSeparator" w:id="0">
    <w:p w:rsidR="00F4258A" w:rsidRDefault="00F42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195" w:rsidRDefault="00602195">
    <w:pPr>
      <w:rPr>
        <w:sz w:val="24"/>
      </w:rPr>
    </w:pPr>
  </w:p>
  <w:p w:rsidR="00602195" w:rsidRDefault="00602195">
    <w:pPr>
      <w:pBdr>
        <w:top w:val="single" w:sz="6" w:space="1" w:color="auto"/>
      </w:pBdr>
      <w:rPr>
        <w:sz w:val="24"/>
      </w:rPr>
    </w:pPr>
  </w:p>
  <w:p w:rsidR="00602195" w:rsidRDefault="00EC5F30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r>
      <w:t>R.A.C.T.</w:t>
    </w:r>
    <w:r w:rsidR="00005C6D">
      <w:fldChar w:fldCharType="begin"/>
    </w:r>
    <w:r w:rsidR="00005C6D">
      <w:instrText xml:space="preserve"> DOCPROPERTY "Company"  \* MERGEFORMAT </w:instrText>
    </w:r>
    <w:r w:rsidR="00005C6D">
      <w:fldChar w:fldCharType="end"/>
    </w:r>
  </w:p>
  <w:p w:rsidR="00602195" w:rsidRDefault="00602195">
    <w:pPr>
      <w:pBdr>
        <w:bottom w:val="single" w:sz="6" w:space="1" w:color="auto"/>
      </w:pBdr>
      <w:jc w:val="right"/>
      <w:rPr>
        <w:sz w:val="24"/>
      </w:rPr>
    </w:pPr>
  </w:p>
  <w:p w:rsidR="00602195" w:rsidRDefault="006021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602195">
      <w:tc>
        <w:tcPr>
          <w:tcW w:w="6379" w:type="dxa"/>
        </w:tcPr>
        <w:p w:rsidR="00602195" w:rsidRDefault="00EC5F30">
          <w:r>
            <w:t>Sonar</w:t>
          </w:r>
        </w:p>
      </w:tc>
      <w:tc>
        <w:tcPr>
          <w:tcW w:w="3179" w:type="dxa"/>
        </w:tcPr>
        <w:p w:rsidR="00602195" w:rsidRDefault="00EC5F30" w:rsidP="00EC5F30">
          <w:pPr>
            <w:tabs>
              <w:tab w:val="left" w:pos="1135"/>
            </w:tabs>
            <w:spacing w:before="40"/>
            <w:ind w:right="68"/>
          </w:pPr>
          <w:r>
            <w:t xml:space="preserve">  Version:           </w:t>
          </w:r>
          <w:r w:rsidR="00AE19B8">
            <w:t>1.0</w:t>
          </w:r>
        </w:p>
      </w:tc>
    </w:tr>
    <w:tr w:rsidR="00602195">
      <w:tc>
        <w:tcPr>
          <w:tcW w:w="6379" w:type="dxa"/>
        </w:tcPr>
        <w:p w:rsidR="00602195" w:rsidRDefault="00005C6D" w:rsidP="00EC5F30">
          <w:fldSimple w:instr="title  \* Mergeformat ">
            <w:r w:rsidR="00CA0558">
              <w:t xml:space="preserve">Use Case Specification: </w:t>
            </w:r>
          </w:fldSimple>
          <w:r w:rsidR="00803B08">
            <w:t>Add students to system manually</w:t>
          </w:r>
        </w:p>
      </w:tc>
      <w:tc>
        <w:tcPr>
          <w:tcW w:w="3179" w:type="dxa"/>
        </w:tcPr>
        <w:p w:rsidR="00602195" w:rsidRDefault="00AE19B8" w:rsidP="00EC5F30">
          <w:r>
            <w:t xml:space="preserve">  Date:  </w:t>
          </w:r>
          <w:r w:rsidR="00EC5F30">
            <w:t>19/Oct/16</w:t>
          </w:r>
        </w:p>
      </w:tc>
    </w:tr>
    <w:tr w:rsidR="00602195">
      <w:tc>
        <w:tcPr>
          <w:tcW w:w="9558" w:type="dxa"/>
          <w:gridSpan w:val="2"/>
        </w:tcPr>
        <w:p w:rsidR="00602195" w:rsidRDefault="00803B08">
          <w:r>
            <w:t>UC15</w:t>
          </w:r>
        </w:p>
      </w:tc>
    </w:tr>
  </w:tbl>
  <w:p w:rsidR="00602195" w:rsidRDefault="006021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E97877"/>
    <w:multiLevelType w:val="hybridMultilevel"/>
    <w:tmpl w:val="9BE04688"/>
    <w:lvl w:ilvl="0" w:tplc="37785456">
      <w:start w:val="1"/>
      <w:numFmt w:val="bullet"/>
      <w:pStyle w:val="InfoBlue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9961A12"/>
    <w:multiLevelType w:val="multilevel"/>
    <w:tmpl w:val="918C2BCC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E546E3"/>
    <w:multiLevelType w:val="hybridMultilevel"/>
    <w:tmpl w:val="8FAAF4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21"/>
  </w:num>
  <w:num w:numId="5">
    <w:abstractNumId w:val="15"/>
  </w:num>
  <w:num w:numId="6">
    <w:abstractNumId w:val="14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0"/>
  </w:num>
  <w:num w:numId="10">
    <w:abstractNumId w:val="4"/>
  </w:num>
  <w:num w:numId="11">
    <w:abstractNumId w:val="11"/>
  </w:num>
  <w:num w:numId="12">
    <w:abstractNumId w:val="9"/>
  </w:num>
  <w:num w:numId="13">
    <w:abstractNumId w:val="19"/>
  </w:num>
  <w:num w:numId="14">
    <w:abstractNumId w:val="8"/>
  </w:num>
  <w:num w:numId="15">
    <w:abstractNumId w:val="5"/>
  </w:num>
  <w:num w:numId="16">
    <w:abstractNumId w:val="18"/>
  </w:num>
  <w:num w:numId="17">
    <w:abstractNumId w:val="13"/>
  </w:num>
  <w:num w:numId="18">
    <w:abstractNumId w:val="6"/>
  </w:num>
  <w:num w:numId="19">
    <w:abstractNumId w:val="12"/>
  </w:num>
  <w:num w:numId="20">
    <w:abstractNumId w:val="7"/>
  </w:num>
  <w:num w:numId="21">
    <w:abstractNumId w:val="17"/>
  </w:num>
  <w:num w:numId="22">
    <w:abstractNumId w:val="16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B8"/>
    <w:rsid w:val="00005C6D"/>
    <w:rsid w:val="00297B77"/>
    <w:rsid w:val="00446C5D"/>
    <w:rsid w:val="00602195"/>
    <w:rsid w:val="00803B08"/>
    <w:rsid w:val="00AE19B8"/>
    <w:rsid w:val="00CA0558"/>
    <w:rsid w:val="00EC5F30"/>
    <w:rsid w:val="00F4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9106E3-3A41-4FDF-9A6A-2F6A8BB8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803B08"/>
    <w:pPr>
      <w:numPr>
        <w:numId w:val="24"/>
      </w:numPr>
      <w:spacing w:after="1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3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rup_ucspec</Template>
  <TotalTime>3</TotalTime>
  <Pages>5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Chris Temp Admin</cp:lastModifiedBy>
  <cp:revision>3</cp:revision>
  <cp:lastPrinted>2011-02-23T16:45:00Z</cp:lastPrinted>
  <dcterms:created xsi:type="dcterms:W3CDTF">2016-10-24T01:02:00Z</dcterms:created>
  <dcterms:modified xsi:type="dcterms:W3CDTF">2016-10-24T01:05:00Z</dcterms:modified>
</cp:coreProperties>
</file>